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175F5" w14:textId="2C1706AE" w:rsidR="005758C3" w:rsidRDefault="005758C3" w:rsidP="005758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D52C96">
        <w:rPr>
          <w:rFonts w:ascii="Corbel" w:hAnsi="Corbel"/>
          <w:bCs/>
          <w:i/>
        </w:rPr>
        <w:t>UR</w:t>
      </w:r>
      <w:proofErr w:type="spellEnd"/>
      <w:r w:rsidRPr="00D52C96">
        <w:rPr>
          <w:rFonts w:ascii="Corbel" w:hAnsi="Corbel"/>
          <w:bCs/>
          <w:i/>
        </w:rPr>
        <w:t xml:space="preserve">  nr 12/2019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033D837C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202</w:t>
      </w:r>
      <w:r w:rsidR="00FA07FA">
        <w:rPr>
          <w:rFonts w:ascii="Corbel" w:hAnsi="Corbel"/>
          <w:i/>
          <w:smallCaps/>
          <w:sz w:val="24"/>
          <w:szCs w:val="24"/>
        </w:rPr>
        <w:t>1</w:t>
      </w:r>
      <w:r w:rsidRPr="008E6EEB">
        <w:rPr>
          <w:rFonts w:ascii="Corbel" w:hAnsi="Corbel"/>
          <w:i/>
          <w:smallCaps/>
          <w:sz w:val="24"/>
          <w:szCs w:val="24"/>
        </w:rPr>
        <w:t>-202</w:t>
      </w:r>
      <w:r w:rsidR="00FA07FA">
        <w:rPr>
          <w:rFonts w:ascii="Corbel" w:hAnsi="Corbel"/>
          <w:i/>
          <w:smallCaps/>
          <w:sz w:val="24"/>
          <w:szCs w:val="24"/>
        </w:rPr>
        <w:t>4</w:t>
      </w:r>
    </w:p>
    <w:p w14:paraId="2478A58E" w14:textId="334072E6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A07F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A07F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006B791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006B791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289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9289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92891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127CA5E9" w14:textId="77777777" w:rsidTr="006B791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006B791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006B791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006B791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006B791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3EAB7AA" w14:textId="77777777" w:rsidTr="006B791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3AAE01B0" w:rsidR="0085747A" w:rsidRPr="00374D57" w:rsidRDefault="00374D57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4D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BDB219" w14:textId="77777777" w:rsidTr="006B791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006B791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006B791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006B791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006B791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55F19C4F" w:rsidR="00015B8F" w:rsidRPr="009C54AE" w:rsidRDefault="00374D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9578A">
        <w:rPr>
          <w:rStyle w:val="normaltextrun"/>
          <w:rFonts w:ascii="Corbel" w:hAnsi="Corbel" w:cs="Segoe UI"/>
        </w:rPr>
        <w:sym w:font="Wingdings" w:char="F0FE"/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proofErr w:type="spellStart"/>
      <w:r w:rsidRPr="0029578A">
        <w:rPr>
          <w:rStyle w:val="spellingerror"/>
          <w:rFonts w:ascii="Corbel" w:hAnsi="Corbel"/>
        </w:rPr>
        <w:t>Teams</w:t>
      </w:r>
      <w:proofErr w:type="spellEnd"/>
      <w:r w:rsidRPr="0029578A">
        <w:rPr>
          <w:rStyle w:val="spellingerror"/>
          <w:rFonts w:ascii="Corbel" w:hAnsi="Corbel"/>
        </w:rPr>
        <w:t>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374D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374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58260109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8397ACB" w:rsidR="00865081" w:rsidRPr="009C54AE" w:rsidRDefault="00374D57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Ł., Zarządzanie nieruchomościami – praktyczny poradnik,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Mazurkiewicz A., Frączek P., Globalizacja i regionalizacja gospodarki jako przesłanki konkurencyjności i modernizacji regionów, (w:)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>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526A6" w14:textId="77777777" w:rsidR="00663470" w:rsidRDefault="00663470" w:rsidP="00C16ABF">
      <w:pPr>
        <w:spacing w:after="0" w:line="240" w:lineRule="auto"/>
      </w:pPr>
      <w:r>
        <w:separator/>
      </w:r>
    </w:p>
  </w:endnote>
  <w:endnote w:type="continuationSeparator" w:id="0">
    <w:p w14:paraId="2DC82266" w14:textId="77777777" w:rsidR="00663470" w:rsidRDefault="006634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D1EAC" w14:textId="77777777" w:rsidR="00663470" w:rsidRDefault="00663470" w:rsidP="00C16ABF">
      <w:pPr>
        <w:spacing w:after="0" w:line="240" w:lineRule="auto"/>
      </w:pPr>
      <w:r>
        <w:separator/>
      </w:r>
    </w:p>
  </w:footnote>
  <w:footnote w:type="continuationSeparator" w:id="0">
    <w:p w14:paraId="140C894A" w14:textId="77777777" w:rsidR="00663470" w:rsidRDefault="0066347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D5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63470"/>
    <w:rsid w:val="00671958"/>
    <w:rsid w:val="00675843"/>
    <w:rsid w:val="00690EEA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07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5F631-C0FA-4A91-B307-E9A9172C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4D34DF-4276-4230-BCF9-4453A972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802</Words>
  <Characters>4814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37</cp:revision>
  <cp:lastPrinted>2019-02-06T12:12:00Z</cp:lastPrinted>
  <dcterms:created xsi:type="dcterms:W3CDTF">2020-10-12T19:24:00Z</dcterms:created>
  <dcterms:modified xsi:type="dcterms:W3CDTF">2021-09-03T10:15:00Z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